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419E4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2E15">
        <w:rPr>
          <w:rFonts w:ascii="Corbel" w:hAnsi="Corbel"/>
          <w:i/>
          <w:sz w:val="24"/>
          <w:szCs w:val="24"/>
        </w:rPr>
        <w:t xml:space="preserve">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8419E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110E9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110E9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3110E9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31F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431FBA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4250">
              <w:rPr>
                <w:rFonts w:ascii="Corbel" w:hAnsi="Corbel"/>
                <w:b w:val="0"/>
                <w:sz w:val="24"/>
                <w:szCs w:val="24"/>
              </w:rPr>
              <w:t xml:space="preserve"> hab. Mieczysław Goc, prof. UR, dr</w:t>
            </w:r>
            <w:r w:rsidRPr="002A5265">
              <w:rPr>
                <w:rFonts w:ascii="Corbel" w:hAnsi="Corbel"/>
                <w:b w:val="0"/>
                <w:sz w:val="24"/>
                <w:szCs w:val="24"/>
              </w:rPr>
              <w:t xml:space="preserve">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52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2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2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0E020B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84486" w:rsidRPr="00984486">
        <w:rPr>
          <w:rFonts w:ascii="Corbel" w:hAnsi="Corbel"/>
          <w:b w:val="0"/>
          <w:szCs w:val="24"/>
        </w:rPr>
        <w:t>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110E9" w:rsidRPr="009C54AE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0E020B" w:rsidRDefault="000E020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110E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>czególnych rodzajów wnioskowań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16254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Proces komunikowania się, pojęcie znaku, co to jest język, przyczyny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wnioskowanie. Rodzaje wnioskowań: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zdań: zdania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wnioskowań: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2E30B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Pr="003110E9" w:rsidRDefault="00E91218" w:rsidP="00311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  <w:r w:rsidR="003110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10E9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3059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5E3E39" w:rsidP="005E3E39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F339C3" w:rsidRPr="00F339C3">
        <w:rPr>
          <w:rFonts w:ascii="Corbel" w:hAnsi="Corbel"/>
          <w:b w:val="0"/>
          <w:smallCaps w:val="0"/>
          <w:szCs w:val="24"/>
        </w:rPr>
        <w:t xml:space="preserve"> z prezentacją mu</w:t>
      </w:r>
      <w:r>
        <w:rPr>
          <w:rFonts w:ascii="Corbel" w:hAnsi="Corbel"/>
          <w:b w:val="0"/>
          <w:smallCaps w:val="0"/>
          <w:szCs w:val="24"/>
        </w:rPr>
        <w:t xml:space="preserve">ltimedialną, analiza przypadków, rozwiązywanie zadań, </w:t>
      </w:r>
      <w:r w:rsidR="00F339C3" w:rsidRPr="00F339C3">
        <w:rPr>
          <w:rFonts w:ascii="Corbel" w:hAnsi="Corbel"/>
          <w:b w:val="0"/>
          <w:smallCaps w:val="0"/>
          <w:szCs w:val="24"/>
        </w:rPr>
        <w:t>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403D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0522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459" w:rsidRPr="004F4459" w:rsidRDefault="004F4459" w:rsidP="004F44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4F4459" w:rsidRPr="004F4459" w:rsidRDefault="00403D10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obecność na co najmniej 8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w trakcie semestru; egzamin końcowy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ustna lub pisemna –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>pytania zamknięte + otwarte)</w:t>
            </w:r>
            <w:r w:rsidR="00BA4CE0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z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eniem: obecności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zajęciach, przygotowania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zajęć, umiejętności i aktywności</w:t>
            </w:r>
            <w:r w:rsidR="004F4459"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 studenta.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Semestr kończy się </w:t>
            </w:r>
            <w:r w:rsidR="00403D10">
              <w:rPr>
                <w:rFonts w:ascii="Corbel" w:hAnsi="Corbel"/>
                <w:b w:val="0"/>
                <w:smallCaps w:val="0"/>
                <w:szCs w:val="24"/>
              </w:rPr>
              <w:t xml:space="preserve">egzaminem 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obejmującym zakres materiału z całego semestru.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4F4459" w:rsidRPr="004F4459" w:rsidRDefault="004F4459" w:rsidP="00B56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4F4459" w:rsidRPr="004F4459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4F4459" w:rsidP="004F445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59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681BCC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33A83">
              <w:rPr>
                <w:rFonts w:ascii="Corbel" w:hAnsi="Corbel"/>
                <w:sz w:val="24"/>
                <w:szCs w:val="24"/>
              </w:rPr>
              <w:t>5</w:t>
            </w:r>
            <w:r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81BCC"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FE31ED">
              <w:rPr>
                <w:rFonts w:ascii="Corbel" w:hAnsi="Corbel"/>
                <w:sz w:val="24"/>
                <w:szCs w:val="24"/>
              </w:rPr>
              <w:t>– 17</w:t>
            </w:r>
            <w:r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FE31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47</w:t>
            </w:r>
            <w:r w:rsidR="001846E1"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D1C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0C6998" w:rsidRPr="000C699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40B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110E9" w:rsidRDefault="003110E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3110E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110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3110E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110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110E9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10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110E9" w:rsidRPr="003110E9" w:rsidRDefault="003110E9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3110E9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10E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110E9" w:rsidRPr="003110E9" w:rsidRDefault="003110E9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110E9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5E1" w:rsidRDefault="00EE75E1" w:rsidP="00C16ABF">
      <w:pPr>
        <w:spacing w:after="0" w:line="240" w:lineRule="auto"/>
      </w:pPr>
      <w:r>
        <w:separator/>
      </w:r>
    </w:p>
  </w:endnote>
  <w:endnote w:type="continuationSeparator" w:id="0">
    <w:p w:rsidR="00EE75E1" w:rsidRDefault="00EE75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5E1" w:rsidRDefault="00EE75E1" w:rsidP="00C16ABF">
      <w:pPr>
        <w:spacing w:after="0" w:line="240" w:lineRule="auto"/>
      </w:pPr>
      <w:r>
        <w:separator/>
      </w:r>
    </w:p>
  </w:footnote>
  <w:footnote w:type="continuationSeparator" w:id="0">
    <w:p w:rsidR="00EE75E1" w:rsidRDefault="00EE75E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2E0"/>
    <w:rsid w:val="00065DBE"/>
    <w:rsid w:val="00070ED6"/>
    <w:rsid w:val="000742DC"/>
    <w:rsid w:val="00084C12"/>
    <w:rsid w:val="00092E1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E020B"/>
    <w:rsid w:val="000F1C57"/>
    <w:rsid w:val="000F29CC"/>
    <w:rsid w:val="000F5615"/>
    <w:rsid w:val="001062CD"/>
    <w:rsid w:val="001227EA"/>
    <w:rsid w:val="00124BFF"/>
    <w:rsid w:val="0012560E"/>
    <w:rsid w:val="00127108"/>
    <w:rsid w:val="00134B13"/>
    <w:rsid w:val="00140CAC"/>
    <w:rsid w:val="00146BC0"/>
    <w:rsid w:val="00153C41"/>
    <w:rsid w:val="00154381"/>
    <w:rsid w:val="00162542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ABE"/>
    <w:rsid w:val="002F5F3A"/>
    <w:rsid w:val="003018BA"/>
    <w:rsid w:val="0030395F"/>
    <w:rsid w:val="00305931"/>
    <w:rsid w:val="00305C92"/>
    <w:rsid w:val="003110E9"/>
    <w:rsid w:val="003151C5"/>
    <w:rsid w:val="00321A88"/>
    <w:rsid w:val="003343CF"/>
    <w:rsid w:val="00346FE9"/>
    <w:rsid w:val="0034759A"/>
    <w:rsid w:val="003503F6"/>
    <w:rsid w:val="003530DD"/>
    <w:rsid w:val="0035493E"/>
    <w:rsid w:val="00363F78"/>
    <w:rsid w:val="0038664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3D10"/>
    <w:rsid w:val="0041171F"/>
    <w:rsid w:val="0041413E"/>
    <w:rsid w:val="00414E3C"/>
    <w:rsid w:val="00414EF5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30FD"/>
    <w:rsid w:val="004F4459"/>
    <w:rsid w:val="004F55A3"/>
    <w:rsid w:val="0050496F"/>
    <w:rsid w:val="00513B6F"/>
    <w:rsid w:val="00517C63"/>
    <w:rsid w:val="00533CCB"/>
    <w:rsid w:val="005363C4"/>
    <w:rsid w:val="00536BDE"/>
    <w:rsid w:val="00543ACC"/>
    <w:rsid w:val="0056696D"/>
    <w:rsid w:val="0058467D"/>
    <w:rsid w:val="00587186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3E39"/>
    <w:rsid w:val="005E6E85"/>
    <w:rsid w:val="005F31D2"/>
    <w:rsid w:val="005F6F39"/>
    <w:rsid w:val="0060544D"/>
    <w:rsid w:val="00605F92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81BCC"/>
    <w:rsid w:val="006910D0"/>
    <w:rsid w:val="00696477"/>
    <w:rsid w:val="006A6763"/>
    <w:rsid w:val="006D050F"/>
    <w:rsid w:val="006D4925"/>
    <w:rsid w:val="006D6139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327BD"/>
    <w:rsid w:val="00734608"/>
    <w:rsid w:val="00735EB6"/>
    <w:rsid w:val="00740B9D"/>
    <w:rsid w:val="00745302"/>
    <w:rsid w:val="007461D6"/>
    <w:rsid w:val="00746EC8"/>
    <w:rsid w:val="00763BF1"/>
    <w:rsid w:val="00766FD4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1554D"/>
    <w:rsid w:val="0081707E"/>
    <w:rsid w:val="0081783E"/>
    <w:rsid w:val="008419E4"/>
    <w:rsid w:val="008449B3"/>
    <w:rsid w:val="008552A2"/>
    <w:rsid w:val="0085747A"/>
    <w:rsid w:val="00884922"/>
    <w:rsid w:val="00885F64"/>
    <w:rsid w:val="008917F9"/>
    <w:rsid w:val="00896BD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279A1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3B6"/>
    <w:rsid w:val="00A36899"/>
    <w:rsid w:val="00A371F6"/>
    <w:rsid w:val="00A43BF6"/>
    <w:rsid w:val="00A53FA5"/>
    <w:rsid w:val="00A546E7"/>
    <w:rsid w:val="00A54817"/>
    <w:rsid w:val="00A601C8"/>
    <w:rsid w:val="00A60799"/>
    <w:rsid w:val="00A84C85"/>
    <w:rsid w:val="00A97DE1"/>
    <w:rsid w:val="00AA0097"/>
    <w:rsid w:val="00AB053C"/>
    <w:rsid w:val="00AB4FD8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B06142"/>
    <w:rsid w:val="00B135B1"/>
    <w:rsid w:val="00B22102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A4CE0"/>
    <w:rsid w:val="00BB520A"/>
    <w:rsid w:val="00BD1C5E"/>
    <w:rsid w:val="00BD3869"/>
    <w:rsid w:val="00BD66E9"/>
    <w:rsid w:val="00BD6FF4"/>
    <w:rsid w:val="00BF2C41"/>
    <w:rsid w:val="00C058B4"/>
    <w:rsid w:val="00C05F44"/>
    <w:rsid w:val="00C07A87"/>
    <w:rsid w:val="00C131B5"/>
    <w:rsid w:val="00C15464"/>
    <w:rsid w:val="00C16ABF"/>
    <w:rsid w:val="00C170AE"/>
    <w:rsid w:val="00C26CB7"/>
    <w:rsid w:val="00C324C1"/>
    <w:rsid w:val="00C34369"/>
    <w:rsid w:val="00C36992"/>
    <w:rsid w:val="00C56036"/>
    <w:rsid w:val="00C61DC5"/>
    <w:rsid w:val="00C67E92"/>
    <w:rsid w:val="00C70A26"/>
    <w:rsid w:val="00C75FE1"/>
    <w:rsid w:val="00C766DF"/>
    <w:rsid w:val="00C87A9A"/>
    <w:rsid w:val="00C94B98"/>
    <w:rsid w:val="00CA2B96"/>
    <w:rsid w:val="00CA3E22"/>
    <w:rsid w:val="00CA5089"/>
    <w:rsid w:val="00CA56E5"/>
    <w:rsid w:val="00CB4250"/>
    <w:rsid w:val="00CC4216"/>
    <w:rsid w:val="00CD0FA3"/>
    <w:rsid w:val="00CD4CCB"/>
    <w:rsid w:val="00CD6897"/>
    <w:rsid w:val="00CE5BAC"/>
    <w:rsid w:val="00CF25BE"/>
    <w:rsid w:val="00CF45C3"/>
    <w:rsid w:val="00CF78ED"/>
    <w:rsid w:val="00D02B25"/>
    <w:rsid w:val="00D02EBA"/>
    <w:rsid w:val="00D17C3C"/>
    <w:rsid w:val="00D26B2C"/>
    <w:rsid w:val="00D33A83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A2114"/>
    <w:rsid w:val="00DA485B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EE75E1"/>
    <w:rsid w:val="00F070AB"/>
    <w:rsid w:val="00F17567"/>
    <w:rsid w:val="00F27A7B"/>
    <w:rsid w:val="00F32A13"/>
    <w:rsid w:val="00F339C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1ED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A4F9"/>
  <w15:docId w15:val="{236C48AA-28F0-4C89-861D-1A8A44BE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039C67-1110-4585-8B42-F056AB04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2022-01-21T11:36:00Z</dcterms:created>
  <dcterms:modified xsi:type="dcterms:W3CDTF">2022-02-08T11:43:00Z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